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2B5" w:rsidRPr="00FD0929" w:rsidRDefault="00C632B5" w:rsidP="00C632B5">
      <w:bookmarkStart w:id="0" w:name="_GoBack"/>
      <w:bookmarkEnd w:id="0"/>
    </w:p>
    <w:p w:rsidR="00CF509A" w:rsidRDefault="00C632B5" w:rsidP="00C632B5">
      <w:pPr>
        <w:ind w:firstLine="0"/>
        <w:jc w:val="center"/>
        <w:rPr>
          <w:lang w:val="en-US"/>
        </w:rPr>
      </w:pPr>
      <w:r w:rsidRPr="009D2D6E">
        <w:t xml:space="preserve">Информация </w:t>
      </w:r>
    </w:p>
    <w:p w:rsidR="00C632B5" w:rsidRPr="009D2D6E" w:rsidRDefault="00C632B5" w:rsidP="00C632B5">
      <w:pPr>
        <w:ind w:firstLine="0"/>
        <w:jc w:val="center"/>
      </w:pPr>
      <w:r w:rsidRPr="009D2D6E">
        <w:t>о проведении отбора заявок кредитных организаций</w:t>
      </w:r>
    </w:p>
    <w:p w:rsidR="00C632B5" w:rsidRPr="009D2D6E" w:rsidRDefault="00C632B5" w:rsidP="00C632B5">
      <w:pPr>
        <w:ind w:firstLine="0"/>
        <w:jc w:val="center"/>
      </w:pPr>
      <w:r w:rsidRPr="009D2D6E">
        <w:t>на заключение договоров банковского депозита</w:t>
      </w:r>
    </w:p>
    <w:p w:rsidR="00C632B5" w:rsidRDefault="00C632B5" w:rsidP="00C632B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8"/>
        <w:gridCol w:w="2879"/>
      </w:tblGrid>
      <w:tr w:rsidR="00C632B5" w:rsidTr="00605D85">
        <w:trPr>
          <w:trHeight w:val="667"/>
        </w:trPr>
        <w:tc>
          <w:tcPr>
            <w:tcW w:w="9287" w:type="dxa"/>
            <w:gridSpan w:val="2"/>
            <w:vAlign w:val="center"/>
          </w:tcPr>
          <w:p w:rsidR="00C632B5" w:rsidRDefault="00605D85" w:rsidP="00605D85">
            <w:pPr>
              <w:ind w:firstLine="0"/>
              <w:jc w:val="center"/>
            </w:pPr>
            <w:r w:rsidRPr="00605D85">
              <w:rPr>
                <w:b/>
              </w:rPr>
              <w:t>Параметры отбора заявок</w:t>
            </w:r>
          </w:p>
        </w:tc>
      </w:tr>
      <w:tr w:rsidR="00C632B5" w:rsidTr="00E8427F">
        <w:trPr>
          <w:trHeight w:val="680"/>
        </w:trPr>
        <w:tc>
          <w:tcPr>
            <w:tcW w:w="6408" w:type="dxa"/>
            <w:vAlign w:val="center"/>
          </w:tcPr>
          <w:p w:rsidR="00C632B5" w:rsidRPr="00F242EB" w:rsidRDefault="00C632B5" w:rsidP="00CF509A">
            <w:pPr>
              <w:ind w:firstLine="0"/>
              <w:jc w:val="left"/>
            </w:pPr>
            <w:r w:rsidRPr="00F242EB">
              <w:t>Дата проведения отбора заявок</w:t>
            </w:r>
          </w:p>
        </w:tc>
        <w:tc>
          <w:tcPr>
            <w:tcW w:w="2879" w:type="dxa"/>
            <w:vAlign w:val="center"/>
          </w:tcPr>
          <w:p w:rsidR="00C632B5" w:rsidRPr="00605D85" w:rsidRDefault="00925FAA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szCs w:val="28"/>
                <w:lang w:val="en-US"/>
              </w:rPr>
              <w:t>08 февраля 2021 г.</w:t>
            </w:r>
          </w:p>
        </w:tc>
      </w:tr>
      <w:tr w:rsidR="00CF509A" w:rsidTr="00605D85">
        <w:trPr>
          <w:trHeight w:val="20"/>
        </w:trPr>
        <w:tc>
          <w:tcPr>
            <w:tcW w:w="6408" w:type="dxa"/>
            <w:vAlign w:val="center"/>
          </w:tcPr>
          <w:p w:rsidR="00CF509A" w:rsidRPr="00F242EB" w:rsidRDefault="00CF509A" w:rsidP="00CF509A">
            <w:pPr>
              <w:ind w:firstLine="0"/>
              <w:jc w:val="left"/>
              <w:rPr>
                <w:szCs w:val="28"/>
              </w:rPr>
            </w:pPr>
            <w:r w:rsidRPr="00F242EB">
              <w:rPr>
                <w:szCs w:val="28"/>
              </w:rPr>
              <w:t>Уникальный идентификатор отбора заявок</w:t>
            </w:r>
          </w:p>
        </w:tc>
        <w:tc>
          <w:tcPr>
            <w:tcW w:w="2879" w:type="dxa"/>
            <w:vAlign w:val="center"/>
          </w:tcPr>
          <w:p w:rsidR="00CF509A" w:rsidRPr="00CF509A" w:rsidRDefault="00925FAA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szCs w:val="28"/>
              </w:rPr>
              <w:t>22021004</w:t>
            </w:r>
          </w:p>
        </w:tc>
      </w:tr>
      <w:tr w:rsidR="008B7098" w:rsidTr="00605D85">
        <w:trPr>
          <w:trHeight w:val="20"/>
        </w:trPr>
        <w:tc>
          <w:tcPr>
            <w:tcW w:w="6408" w:type="dxa"/>
            <w:vAlign w:val="center"/>
          </w:tcPr>
          <w:p w:rsidR="008B7098" w:rsidRPr="00F242EB" w:rsidRDefault="008B7098" w:rsidP="00CF509A">
            <w:pPr>
              <w:ind w:firstLine="0"/>
              <w:jc w:val="left"/>
            </w:pPr>
            <w:r w:rsidRPr="00F242EB">
              <w:rPr>
                <w:szCs w:val="28"/>
              </w:rPr>
              <w:t>Валюта депозит</w:t>
            </w:r>
            <w:r w:rsidR="00BE024B" w:rsidRPr="00F242EB">
              <w:rPr>
                <w:szCs w:val="28"/>
              </w:rPr>
              <w:t>а</w:t>
            </w:r>
          </w:p>
        </w:tc>
        <w:tc>
          <w:tcPr>
            <w:tcW w:w="2879" w:type="dxa"/>
            <w:vAlign w:val="center"/>
          </w:tcPr>
          <w:p w:rsidR="008B7098" w:rsidRPr="00605D85" w:rsidRDefault="00925FAA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szCs w:val="28"/>
              </w:rPr>
              <w:t>рубли</w:t>
            </w:r>
          </w:p>
        </w:tc>
      </w:tr>
      <w:tr w:rsidR="00F242EB" w:rsidTr="00605D85">
        <w:trPr>
          <w:trHeight w:val="20"/>
        </w:trPr>
        <w:tc>
          <w:tcPr>
            <w:tcW w:w="6408" w:type="dxa"/>
            <w:vAlign w:val="center"/>
          </w:tcPr>
          <w:p w:rsidR="00F242EB" w:rsidRPr="00F242EB" w:rsidRDefault="00F242EB" w:rsidP="00737C44">
            <w:pPr>
              <w:ind w:firstLine="0"/>
              <w:jc w:val="left"/>
            </w:pPr>
            <w:r w:rsidRPr="00F242EB">
              <w:t>Вид средств</w:t>
            </w:r>
          </w:p>
        </w:tc>
        <w:tc>
          <w:tcPr>
            <w:tcW w:w="2879" w:type="dxa"/>
            <w:vAlign w:val="center"/>
          </w:tcPr>
          <w:p w:rsidR="00F242EB" w:rsidRPr="00605D85" w:rsidRDefault="00925FAA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средства единого казначейского счёта</w:t>
            </w:r>
          </w:p>
        </w:tc>
      </w:tr>
      <w:tr w:rsidR="00C632B5" w:rsidTr="00605D85">
        <w:trPr>
          <w:trHeight w:val="20"/>
        </w:trPr>
        <w:tc>
          <w:tcPr>
            <w:tcW w:w="6408" w:type="dxa"/>
            <w:vAlign w:val="center"/>
          </w:tcPr>
          <w:p w:rsidR="00C632B5" w:rsidRPr="00F242EB" w:rsidRDefault="00C632B5" w:rsidP="00737C44">
            <w:pPr>
              <w:ind w:firstLine="0"/>
              <w:jc w:val="left"/>
            </w:pPr>
            <w:r w:rsidRPr="00F242EB">
              <w:t xml:space="preserve">Максимальный размер средств, размещаемых на банковские депозиты, </w:t>
            </w:r>
            <w:r w:rsidR="001D6AEA" w:rsidRPr="00F242EB">
              <w:t>(млн. денежных единиц)</w:t>
            </w:r>
          </w:p>
        </w:tc>
        <w:tc>
          <w:tcPr>
            <w:tcW w:w="2879" w:type="dxa"/>
            <w:vAlign w:val="center"/>
          </w:tcPr>
          <w:p w:rsidR="00C632B5" w:rsidRPr="00605D85" w:rsidRDefault="00925FAA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200 000</w:t>
            </w:r>
          </w:p>
        </w:tc>
      </w:tr>
      <w:tr w:rsidR="00C632B5" w:rsidTr="00605D85">
        <w:trPr>
          <w:trHeight w:val="20"/>
        </w:trPr>
        <w:tc>
          <w:tcPr>
            <w:tcW w:w="6408" w:type="dxa"/>
            <w:vAlign w:val="center"/>
          </w:tcPr>
          <w:p w:rsidR="00C632B5" w:rsidRPr="00F242EB" w:rsidRDefault="00C632B5" w:rsidP="00CF509A">
            <w:pPr>
              <w:ind w:firstLine="0"/>
              <w:jc w:val="left"/>
            </w:pPr>
            <w:r w:rsidRPr="00F242EB">
              <w:t>Срок размещения</w:t>
            </w:r>
            <w:r w:rsidR="0072407C" w:rsidRPr="00F242EB">
              <w:rPr>
                <w:lang w:val="en-US"/>
              </w:rPr>
              <w:t xml:space="preserve"> </w:t>
            </w:r>
            <w:r w:rsidR="0072407C" w:rsidRPr="00F242EB">
              <w:t>(в днях)</w:t>
            </w:r>
          </w:p>
        </w:tc>
        <w:tc>
          <w:tcPr>
            <w:tcW w:w="2879" w:type="dxa"/>
            <w:vAlign w:val="center"/>
          </w:tcPr>
          <w:p w:rsidR="00C632B5" w:rsidRPr="00605D85" w:rsidRDefault="00925FAA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</w:tr>
      <w:tr w:rsidR="00C632B5" w:rsidTr="00605D85">
        <w:trPr>
          <w:trHeight w:val="20"/>
        </w:trPr>
        <w:tc>
          <w:tcPr>
            <w:tcW w:w="6408" w:type="dxa"/>
            <w:vAlign w:val="center"/>
          </w:tcPr>
          <w:p w:rsidR="00C632B5" w:rsidRPr="00F242EB" w:rsidRDefault="00C632B5" w:rsidP="00CF509A">
            <w:pPr>
              <w:ind w:firstLine="0"/>
              <w:jc w:val="left"/>
            </w:pPr>
            <w:r w:rsidRPr="00F242EB">
              <w:t>Дата внесения средств</w:t>
            </w:r>
          </w:p>
        </w:tc>
        <w:tc>
          <w:tcPr>
            <w:tcW w:w="2879" w:type="dxa"/>
            <w:vAlign w:val="center"/>
          </w:tcPr>
          <w:p w:rsidR="00C632B5" w:rsidRPr="00605D85" w:rsidRDefault="00925FAA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09 февраля 2021 г.</w:t>
            </w:r>
          </w:p>
        </w:tc>
      </w:tr>
      <w:tr w:rsidR="00C632B5" w:rsidTr="00605D85">
        <w:trPr>
          <w:trHeight w:val="20"/>
        </w:trPr>
        <w:tc>
          <w:tcPr>
            <w:tcW w:w="6408" w:type="dxa"/>
            <w:vAlign w:val="center"/>
          </w:tcPr>
          <w:p w:rsidR="00C632B5" w:rsidRPr="00F242EB" w:rsidRDefault="00C632B5" w:rsidP="00CF509A">
            <w:pPr>
              <w:ind w:firstLine="0"/>
              <w:jc w:val="left"/>
            </w:pPr>
            <w:r w:rsidRPr="00F242EB">
              <w:t>Дата возврата средств</w:t>
            </w:r>
          </w:p>
        </w:tc>
        <w:tc>
          <w:tcPr>
            <w:tcW w:w="2879" w:type="dxa"/>
            <w:vAlign w:val="center"/>
          </w:tcPr>
          <w:p w:rsidR="00C632B5" w:rsidRPr="00605D85" w:rsidRDefault="00925FAA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16 марта 2021 г.</w:t>
            </w:r>
          </w:p>
        </w:tc>
      </w:tr>
      <w:tr w:rsidR="00CF509A" w:rsidTr="00BD3B42">
        <w:trPr>
          <w:trHeight w:val="20"/>
        </w:trPr>
        <w:tc>
          <w:tcPr>
            <w:tcW w:w="6408" w:type="dxa"/>
          </w:tcPr>
          <w:p w:rsidR="00CF509A" w:rsidRPr="00F242EB" w:rsidRDefault="00CF509A" w:rsidP="00CF509A">
            <w:pPr>
              <w:ind w:firstLine="0"/>
              <w:jc w:val="left"/>
            </w:pPr>
            <w:r w:rsidRPr="00F242EB">
              <w:rPr>
                <w:szCs w:val="28"/>
              </w:rPr>
              <w:t>Процентная ставка размещения средств (фиксированная или плавающая</w:t>
            </w:r>
            <w:r w:rsidRPr="00F242EB">
              <w:rPr>
                <w:iCs/>
                <w:szCs w:val="28"/>
              </w:rPr>
              <w:t>)</w:t>
            </w:r>
          </w:p>
        </w:tc>
        <w:tc>
          <w:tcPr>
            <w:tcW w:w="2879" w:type="dxa"/>
            <w:vAlign w:val="center"/>
          </w:tcPr>
          <w:p w:rsidR="00CF509A" w:rsidRPr="00CF509A" w:rsidRDefault="00925FAA" w:rsidP="00BD3B42">
            <w:pPr>
              <w:ind w:firstLine="0"/>
              <w:jc w:val="center"/>
              <w:rPr>
                <w:lang w:val="en-US"/>
              </w:rPr>
            </w:pPr>
            <w:r>
              <w:rPr>
                <w:szCs w:val="28"/>
              </w:rPr>
              <w:t>FLOATING</w:t>
            </w:r>
          </w:p>
        </w:tc>
      </w:tr>
      <w:tr w:rsidR="009954E4" w:rsidTr="00605D85">
        <w:trPr>
          <w:trHeight w:val="20"/>
        </w:trPr>
        <w:tc>
          <w:tcPr>
            <w:tcW w:w="6408" w:type="dxa"/>
            <w:vAlign w:val="center"/>
          </w:tcPr>
          <w:p w:rsidR="009954E4" w:rsidRPr="00F242EB" w:rsidRDefault="009954E4" w:rsidP="00CF509A">
            <w:pPr>
              <w:ind w:firstLine="0"/>
              <w:jc w:val="left"/>
            </w:pPr>
            <w:r w:rsidRPr="00F242EB">
              <w:rPr>
                <w:szCs w:val="28"/>
              </w:rPr>
              <w:t>Минимальная фиксированная процентная ставка размещения средств (</w:t>
            </w:r>
            <w:r w:rsidRPr="00F242EB">
              <w:rPr>
                <w:iCs/>
                <w:szCs w:val="28"/>
              </w:rPr>
              <w:t>% годовых)</w:t>
            </w:r>
          </w:p>
        </w:tc>
        <w:tc>
          <w:tcPr>
            <w:tcW w:w="2879" w:type="dxa"/>
            <w:vAlign w:val="center"/>
          </w:tcPr>
          <w:p w:rsidR="009954E4" w:rsidRPr="009954E4" w:rsidRDefault="00925FAA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9954E4" w:rsidTr="00605D85">
        <w:trPr>
          <w:trHeight w:val="20"/>
        </w:trPr>
        <w:tc>
          <w:tcPr>
            <w:tcW w:w="6408" w:type="dxa"/>
            <w:vAlign w:val="center"/>
          </w:tcPr>
          <w:p w:rsidR="009954E4" w:rsidRPr="00F242EB" w:rsidRDefault="00F50609" w:rsidP="00CF509A">
            <w:pPr>
              <w:ind w:firstLine="0"/>
              <w:jc w:val="left"/>
            </w:pPr>
            <w:r w:rsidRPr="00F242EB">
              <w:rPr>
                <w:szCs w:val="28"/>
              </w:rPr>
              <w:t>Базовая плавающая процентная ставка размещения средств</w:t>
            </w:r>
          </w:p>
        </w:tc>
        <w:tc>
          <w:tcPr>
            <w:tcW w:w="2879" w:type="dxa"/>
            <w:vAlign w:val="center"/>
          </w:tcPr>
          <w:p w:rsidR="009954E4" w:rsidRPr="00F50609" w:rsidRDefault="00925FAA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szCs w:val="28"/>
              </w:rPr>
              <w:t>RUONmDS</w:t>
            </w:r>
          </w:p>
        </w:tc>
      </w:tr>
      <w:tr w:rsidR="009954E4" w:rsidTr="00605D85">
        <w:trPr>
          <w:trHeight w:val="20"/>
        </w:trPr>
        <w:tc>
          <w:tcPr>
            <w:tcW w:w="6408" w:type="dxa"/>
            <w:vAlign w:val="center"/>
          </w:tcPr>
          <w:p w:rsidR="009954E4" w:rsidRPr="00F242EB" w:rsidRDefault="00F50609" w:rsidP="00CF509A">
            <w:pPr>
              <w:ind w:firstLine="0"/>
              <w:jc w:val="left"/>
            </w:pPr>
            <w:r w:rsidRPr="00F242EB">
              <w:rPr>
                <w:szCs w:val="28"/>
              </w:rPr>
              <w:t>Минимальный спред (</w:t>
            </w:r>
            <w:r w:rsidRPr="00F242EB">
              <w:rPr>
                <w:iCs/>
                <w:szCs w:val="28"/>
              </w:rPr>
              <w:t>% годовых)</w:t>
            </w:r>
          </w:p>
        </w:tc>
        <w:tc>
          <w:tcPr>
            <w:tcW w:w="2879" w:type="dxa"/>
            <w:vAlign w:val="center"/>
          </w:tcPr>
          <w:p w:rsidR="009954E4" w:rsidRPr="00F50609" w:rsidRDefault="00925FAA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szCs w:val="28"/>
              </w:rPr>
              <w:t>0,00</w:t>
            </w:r>
          </w:p>
        </w:tc>
      </w:tr>
      <w:tr w:rsidR="00C632B5" w:rsidTr="00605D85">
        <w:trPr>
          <w:trHeight w:val="20"/>
        </w:trPr>
        <w:tc>
          <w:tcPr>
            <w:tcW w:w="6408" w:type="dxa"/>
            <w:vAlign w:val="center"/>
          </w:tcPr>
          <w:p w:rsidR="00C632B5" w:rsidRPr="00F242EB" w:rsidRDefault="00C632B5" w:rsidP="00CF509A">
            <w:pPr>
              <w:ind w:firstLine="0"/>
              <w:jc w:val="left"/>
            </w:pPr>
            <w:r w:rsidRPr="00F242EB">
              <w:t>Условия заключения договора банковского депозита</w:t>
            </w:r>
            <w:r w:rsidR="0072407C" w:rsidRPr="00F242EB">
              <w:t xml:space="preserve"> (срочный или особый)</w:t>
            </w:r>
          </w:p>
        </w:tc>
        <w:tc>
          <w:tcPr>
            <w:tcW w:w="2879" w:type="dxa"/>
            <w:vAlign w:val="center"/>
          </w:tcPr>
          <w:p w:rsidR="00C632B5" w:rsidRPr="00605D85" w:rsidRDefault="00925FAA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Срочный</w:t>
            </w:r>
          </w:p>
        </w:tc>
      </w:tr>
      <w:tr w:rsidR="00C632B5" w:rsidTr="00605D85">
        <w:trPr>
          <w:trHeight w:val="20"/>
        </w:trPr>
        <w:tc>
          <w:tcPr>
            <w:tcW w:w="6408" w:type="dxa"/>
            <w:vAlign w:val="center"/>
          </w:tcPr>
          <w:p w:rsidR="00C632B5" w:rsidRPr="00F242EB" w:rsidRDefault="00C632B5" w:rsidP="00CF509A">
            <w:pPr>
              <w:ind w:firstLine="0"/>
              <w:jc w:val="left"/>
            </w:pPr>
            <w:r w:rsidRPr="00F242EB">
              <w:t>Минимальный размер разме</w:t>
            </w:r>
            <w:r w:rsidR="00E16E41" w:rsidRPr="00F242EB">
              <w:t>щаемых сре</w:t>
            </w:r>
            <w:proofErr w:type="gramStart"/>
            <w:r w:rsidR="00E16E41" w:rsidRPr="00F242EB">
              <w:t>дств дл</w:t>
            </w:r>
            <w:proofErr w:type="gramEnd"/>
            <w:r w:rsidR="00E16E41" w:rsidRPr="00F242EB">
              <w:t>я одной заявки</w:t>
            </w:r>
            <w:r w:rsidR="001D6AEA" w:rsidRPr="00F242EB">
              <w:t>,</w:t>
            </w:r>
            <w:r w:rsidRPr="00F242EB">
              <w:t xml:space="preserve"> </w:t>
            </w:r>
            <w:r w:rsidR="001D6AEA" w:rsidRPr="00F242EB">
              <w:t>(млн. денежных единиц)</w:t>
            </w:r>
          </w:p>
        </w:tc>
        <w:tc>
          <w:tcPr>
            <w:tcW w:w="2879" w:type="dxa"/>
            <w:vAlign w:val="center"/>
          </w:tcPr>
          <w:p w:rsidR="00C632B5" w:rsidRPr="001D6AEA" w:rsidRDefault="00925FAA" w:rsidP="00605D85">
            <w:pPr>
              <w:ind w:firstLine="0"/>
              <w:jc w:val="center"/>
            </w:pPr>
            <w:r>
              <w:t>1 000</w:t>
            </w:r>
          </w:p>
        </w:tc>
      </w:tr>
      <w:tr w:rsidR="00C632B5" w:rsidTr="00605D85">
        <w:trPr>
          <w:trHeight w:val="20"/>
        </w:trPr>
        <w:tc>
          <w:tcPr>
            <w:tcW w:w="6408" w:type="dxa"/>
            <w:vAlign w:val="center"/>
          </w:tcPr>
          <w:p w:rsidR="00C632B5" w:rsidRPr="00F242EB" w:rsidRDefault="00C632B5" w:rsidP="00CF509A">
            <w:pPr>
              <w:ind w:firstLine="0"/>
              <w:jc w:val="left"/>
            </w:pPr>
            <w:r w:rsidRPr="00F242EB">
              <w:t>Максимальное количество заявок</w:t>
            </w:r>
            <w:r w:rsidR="0072407C" w:rsidRPr="00F242EB">
              <w:t xml:space="preserve"> от одной кредитной организации</w:t>
            </w:r>
            <w:r w:rsidRPr="00F242EB">
              <w:t xml:space="preserve"> </w:t>
            </w:r>
            <w:r w:rsidR="0072407C" w:rsidRPr="00F242EB">
              <w:t>(</w:t>
            </w:r>
            <w:r w:rsidRPr="00F242EB">
              <w:t>шт.</w:t>
            </w:r>
            <w:r w:rsidR="0072407C" w:rsidRPr="00F242EB">
              <w:t>)</w:t>
            </w:r>
          </w:p>
        </w:tc>
        <w:tc>
          <w:tcPr>
            <w:tcW w:w="2879" w:type="dxa"/>
            <w:vAlign w:val="center"/>
          </w:tcPr>
          <w:p w:rsidR="00C632B5" w:rsidRPr="001D6AEA" w:rsidRDefault="00925FAA" w:rsidP="00605D85">
            <w:pPr>
              <w:ind w:firstLine="0"/>
              <w:jc w:val="center"/>
            </w:pPr>
            <w:r>
              <w:t>5</w:t>
            </w:r>
          </w:p>
        </w:tc>
      </w:tr>
      <w:tr w:rsidR="00C632B5" w:rsidTr="00E8427F">
        <w:trPr>
          <w:trHeight w:val="680"/>
        </w:trPr>
        <w:tc>
          <w:tcPr>
            <w:tcW w:w="6408" w:type="dxa"/>
            <w:vAlign w:val="center"/>
          </w:tcPr>
          <w:p w:rsidR="00C632B5" w:rsidRPr="00F242EB" w:rsidRDefault="00C632B5" w:rsidP="00CF509A">
            <w:pPr>
              <w:ind w:firstLine="0"/>
              <w:jc w:val="left"/>
            </w:pPr>
            <w:r w:rsidRPr="00F242EB">
              <w:t xml:space="preserve">Форма отбора заявок, </w:t>
            </w:r>
            <w:r w:rsidR="0072407C" w:rsidRPr="00F242EB">
              <w:t>(</w:t>
            </w:r>
            <w:r w:rsidRPr="00F242EB">
              <w:t>открытая или закрытая</w:t>
            </w:r>
            <w:r w:rsidR="0072407C" w:rsidRPr="00F242EB">
              <w:t>)</w:t>
            </w:r>
          </w:p>
        </w:tc>
        <w:tc>
          <w:tcPr>
            <w:tcW w:w="2879" w:type="dxa"/>
            <w:vAlign w:val="center"/>
          </w:tcPr>
          <w:p w:rsidR="00C632B5" w:rsidRPr="001D6AEA" w:rsidRDefault="00925FAA" w:rsidP="00605D85">
            <w:pPr>
              <w:ind w:firstLine="0"/>
              <w:jc w:val="center"/>
            </w:pPr>
            <w:r>
              <w:t>Открытая</w:t>
            </w:r>
          </w:p>
        </w:tc>
      </w:tr>
      <w:tr w:rsidR="00C632B5" w:rsidTr="00605D85">
        <w:trPr>
          <w:trHeight w:val="605"/>
        </w:trPr>
        <w:tc>
          <w:tcPr>
            <w:tcW w:w="9287" w:type="dxa"/>
            <w:gridSpan w:val="2"/>
            <w:vAlign w:val="center"/>
          </w:tcPr>
          <w:p w:rsidR="00C632B5" w:rsidRDefault="00605D85" w:rsidP="00E03B69">
            <w:pPr>
              <w:ind w:firstLine="0"/>
              <w:jc w:val="center"/>
            </w:pPr>
            <w:r w:rsidRPr="00605D85">
              <w:rPr>
                <w:b/>
                <w:szCs w:val="28"/>
              </w:rPr>
              <w:t xml:space="preserve">Расписание отбора заявок </w:t>
            </w:r>
            <w:r w:rsidRPr="00605D85">
              <w:rPr>
                <w:b/>
              </w:rPr>
              <w:t>(по московскому времени)</w:t>
            </w:r>
          </w:p>
        </w:tc>
      </w:tr>
      <w:tr w:rsidR="00C632B5" w:rsidTr="00E8427F">
        <w:trPr>
          <w:trHeight w:val="680"/>
        </w:trPr>
        <w:tc>
          <w:tcPr>
            <w:tcW w:w="6408" w:type="dxa"/>
            <w:vAlign w:val="center"/>
          </w:tcPr>
          <w:p w:rsidR="00C632B5" w:rsidRPr="00AD09D2" w:rsidRDefault="00C632B5" w:rsidP="00CF509A">
            <w:pPr>
              <w:ind w:firstLine="0"/>
              <w:jc w:val="left"/>
            </w:pPr>
            <w:r>
              <w:t>Место проведения отбора заявок</w:t>
            </w:r>
          </w:p>
        </w:tc>
        <w:tc>
          <w:tcPr>
            <w:tcW w:w="2879" w:type="dxa"/>
            <w:vAlign w:val="center"/>
          </w:tcPr>
          <w:p w:rsidR="00C632B5" w:rsidRPr="00605D85" w:rsidRDefault="00925FAA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АО СПВБ</w:t>
            </w:r>
          </w:p>
        </w:tc>
      </w:tr>
      <w:tr w:rsidR="00C632B5" w:rsidTr="00E8427F">
        <w:trPr>
          <w:trHeight w:val="680"/>
        </w:trPr>
        <w:tc>
          <w:tcPr>
            <w:tcW w:w="6408" w:type="dxa"/>
            <w:vAlign w:val="center"/>
          </w:tcPr>
          <w:p w:rsidR="00C632B5" w:rsidRPr="00AD09D2" w:rsidRDefault="00C632B5" w:rsidP="00CF509A">
            <w:pPr>
              <w:ind w:firstLine="0"/>
              <w:jc w:val="left"/>
            </w:pPr>
            <w:r w:rsidRPr="00AD09D2">
              <w:t>Прием заявок:</w:t>
            </w:r>
          </w:p>
        </w:tc>
        <w:tc>
          <w:tcPr>
            <w:tcW w:w="2879" w:type="dxa"/>
            <w:vAlign w:val="center"/>
          </w:tcPr>
          <w:p w:rsidR="00C632B5" w:rsidRPr="00605D85" w:rsidRDefault="00925FAA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с 10:00 по 10:20</w:t>
            </w:r>
          </w:p>
        </w:tc>
      </w:tr>
      <w:tr w:rsidR="00C632B5" w:rsidTr="00E8427F">
        <w:trPr>
          <w:trHeight w:val="680"/>
        </w:trPr>
        <w:tc>
          <w:tcPr>
            <w:tcW w:w="6408" w:type="dxa"/>
            <w:vAlign w:val="center"/>
          </w:tcPr>
          <w:p w:rsidR="00C632B5" w:rsidRPr="00AD09D2" w:rsidRDefault="00C632B5" w:rsidP="00CF509A">
            <w:pPr>
              <w:ind w:firstLine="0"/>
              <w:jc w:val="left"/>
            </w:pPr>
            <w:r w:rsidRPr="00AD09D2">
              <w:t>Заявки в предварительном режиме:</w:t>
            </w:r>
          </w:p>
        </w:tc>
        <w:tc>
          <w:tcPr>
            <w:tcW w:w="2879" w:type="dxa"/>
            <w:vAlign w:val="center"/>
          </w:tcPr>
          <w:p w:rsidR="00C632B5" w:rsidRPr="00605D85" w:rsidRDefault="00925FAA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с 10:00 по 10:10</w:t>
            </w:r>
          </w:p>
        </w:tc>
      </w:tr>
      <w:tr w:rsidR="00C632B5" w:rsidTr="00E8427F">
        <w:trPr>
          <w:trHeight w:val="680"/>
        </w:trPr>
        <w:tc>
          <w:tcPr>
            <w:tcW w:w="6408" w:type="dxa"/>
            <w:vAlign w:val="center"/>
          </w:tcPr>
          <w:p w:rsidR="00C632B5" w:rsidRPr="00AD09D2" w:rsidRDefault="00C632B5" w:rsidP="00CF509A">
            <w:pPr>
              <w:ind w:firstLine="0"/>
              <w:jc w:val="left"/>
            </w:pPr>
            <w:r w:rsidRPr="00AD09D2">
              <w:t>Заявки в режиме конкуренции:</w:t>
            </w:r>
          </w:p>
        </w:tc>
        <w:tc>
          <w:tcPr>
            <w:tcW w:w="2879" w:type="dxa"/>
            <w:vAlign w:val="center"/>
          </w:tcPr>
          <w:p w:rsidR="00C632B5" w:rsidRPr="00605D85" w:rsidRDefault="00925FAA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с 10:10 по 10:20</w:t>
            </w:r>
          </w:p>
        </w:tc>
      </w:tr>
      <w:tr w:rsidR="00C632B5" w:rsidTr="00E8427F">
        <w:trPr>
          <w:trHeight w:val="680"/>
        </w:trPr>
        <w:tc>
          <w:tcPr>
            <w:tcW w:w="6408" w:type="dxa"/>
            <w:vAlign w:val="center"/>
          </w:tcPr>
          <w:p w:rsidR="00C632B5" w:rsidRPr="00AD09D2" w:rsidRDefault="00C632B5" w:rsidP="00CF509A">
            <w:pPr>
              <w:ind w:firstLine="0"/>
              <w:jc w:val="left"/>
            </w:pPr>
            <w:r w:rsidRPr="00AD09D2">
              <w:lastRenderedPageBreak/>
              <w:t>Формирование сводного реестра заявок:</w:t>
            </w:r>
          </w:p>
        </w:tc>
        <w:tc>
          <w:tcPr>
            <w:tcW w:w="2879" w:type="dxa"/>
            <w:vAlign w:val="center"/>
          </w:tcPr>
          <w:p w:rsidR="00C632B5" w:rsidRPr="00605D85" w:rsidRDefault="00925FAA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с 10:20 по 10:40</w:t>
            </w:r>
          </w:p>
        </w:tc>
      </w:tr>
      <w:tr w:rsidR="00C632B5" w:rsidTr="00E8427F">
        <w:trPr>
          <w:trHeight w:val="680"/>
        </w:trPr>
        <w:tc>
          <w:tcPr>
            <w:tcW w:w="6408" w:type="dxa"/>
            <w:vAlign w:val="center"/>
          </w:tcPr>
          <w:p w:rsidR="00C632B5" w:rsidRPr="00AD09D2" w:rsidRDefault="00C632B5" w:rsidP="00F242EB">
            <w:pPr>
              <w:ind w:firstLine="0"/>
              <w:jc w:val="left"/>
            </w:pPr>
            <w:r w:rsidRPr="00AD09D2">
              <w:t xml:space="preserve">Установление процентной ставки отсечения и (или) признание отбора заявок </w:t>
            </w:r>
            <w:proofErr w:type="gramStart"/>
            <w:r w:rsidRPr="00AD09D2">
              <w:t>несостоявшимся</w:t>
            </w:r>
            <w:proofErr w:type="gramEnd"/>
            <w:r w:rsidRPr="00AD09D2">
              <w:t>:</w:t>
            </w:r>
          </w:p>
        </w:tc>
        <w:tc>
          <w:tcPr>
            <w:tcW w:w="2879" w:type="dxa"/>
            <w:vAlign w:val="center"/>
          </w:tcPr>
          <w:p w:rsidR="00C632B5" w:rsidRPr="00605D85" w:rsidRDefault="00925FAA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с 10:20 по 11:00</w:t>
            </w:r>
          </w:p>
        </w:tc>
      </w:tr>
      <w:tr w:rsidR="00C632B5" w:rsidTr="00605D85">
        <w:trPr>
          <w:trHeight w:val="20"/>
        </w:trPr>
        <w:tc>
          <w:tcPr>
            <w:tcW w:w="6408" w:type="dxa"/>
            <w:vAlign w:val="center"/>
          </w:tcPr>
          <w:p w:rsidR="00C632B5" w:rsidRPr="00AD09D2" w:rsidRDefault="00C632B5" w:rsidP="00CF509A">
            <w:pPr>
              <w:ind w:firstLine="0"/>
              <w:jc w:val="left"/>
            </w:pPr>
            <w:r>
              <w:t>Н</w:t>
            </w:r>
            <w:r w:rsidRPr="00AD09D2">
              <w:t>аправление кредитным организациям оферты на заключение договор</w:t>
            </w:r>
            <w:r>
              <w:t>а</w:t>
            </w:r>
            <w:r w:rsidRPr="00AD09D2">
              <w:t xml:space="preserve"> банковского депозита:</w:t>
            </w:r>
          </w:p>
        </w:tc>
        <w:tc>
          <w:tcPr>
            <w:tcW w:w="2879" w:type="dxa"/>
            <w:vAlign w:val="center"/>
          </w:tcPr>
          <w:p w:rsidR="00C632B5" w:rsidRPr="00605D85" w:rsidRDefault="00925FAA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с 11:00 по 12:30</w:t>
            </w:r>
          </w:p>
        </w:tc>
      </w:tr>
      <w:tr w:rsidR="00C632B5" w:rsidTr="00605D85">
        <w:trPr>
          <w:trHeight w:val="20"/>
        </w:trPr>
        <w:tc>
          <w:tcPr>
            <w:tcW w:w="6408" w:type="dxa"/>
            <w:vAlign w:val="center"/>
          </w:tcPr>
          <w:p w:rsidR="00C632B5" w:rsidRPr="00AD09D2" w:rsidRDefault="00C632B5" w:rsidP="00CF509A">
            <w:pPr>
              <w:ind w:firstLine="0"/>
              <w:jc w:val="left"/>
            </w:pPr>
            <w:r w:rsidRPr="00AD09D2">
              <w:t>Получение от кредитных организаций акцепта оферты на заключение договор</w:t>
            </w:r>
            <w:r>
              <w:t>а</w:t>
            </w:r>
            <w:r w:rsidRPr="00AD09D2">
              <w:t xml:space="preserve"> банковского депозита:</w:t>
            </w:r>
          </w:p>
        </w:tc>
        <w:tc>
          <w:tcPr>
            <w:tcW w:w="2879" w:type="dxa"/>
            <w:vAlign w:val="center"/>
          </w:tcPr>
          <w:p w:rsidR="00C632B5" w:rsidRPr="00605D85" w:rsidRDefault="00925FAA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с 11:00 по 14:00</w:t>
            </w:r>
          </w:p>
        </w:tc>
      </w:tr>
      <w:tr w:rsidR="003D7AD0" w:rsidTr="00605D85">
        <w:trPr>
          <w:trHeight w:val="20"/>
        </w:trPr>
        <w:tc>
          <w:tcPr>
            <w:tcW w:w="6408" w:type="dxa"/>
            <w:vAlign w:val="center"/>
          </w:tcPr>
          <w:p w:rsidR="003D7AD0" w:rsidRPr="000C6A1B" w:rsidRDefault="003D7AD0" w:rsidP="00CF509A">
            <w:pPr>
              <w:ind w:firstLine="0"/>
              <w:jc w:val="left"/>
            </w:pPr>
            <w:r w:rsidRPr="000C6A1B">
              <w:t>Время перечисления депозит</w:t>
            </w:r>
            <w:r w:rsidR="00BE024B">
              <w:t>а</w:t>
            </w:r>
          </w:p>
        </w:tc>
        <w:tc>
          <w:tcPr>
            <w:tcW w:w="2879" w:type="dxa"/>
            <w:vAlign w:val="center"/>
          </w:tcPr>
          <w:p w:rsidR="003D7AD0" w:rsidRPr="000C6A1B" w:rsidRDefault="00925FAA" w:rsidP="003D7AD0">
            <w:pPr>
              <w:ind w:firstLine="0"/>
              <w:jc w:val="center"/>
            </w:pPr>
            <w:r>
              <w:t>В соответствии с требованиями п. 63 и п. 64 приказа Федерального казначейства от 23.11.2020 г. № 35н</w:t>
            </w:r>
          </w:p>
        </w:tc>
      </w:tr>
      <w:tr w:rsidR="003D7AD0" w:rsidTr="00605D85">
        <w:trPr>
          <w:trHeight w:val="573"/>
        </w:trPr>
        <w:tc>
          <w:tcPr>
            <w:tcW w:w="9287" w:type="dxa"/>
            <w:gridSpan w:val="2"/>
            <w:vAlign w:val="center"/>
          </w:tcPr>
          <w:p w:rsidR="003D7AD0" w:rsidRDefault="003D7AD0" w:rsidP="00E03B69">
            <w:pPr>
              <w:ind w:firstLine="0"/>
              <w:jc w:val="center"/>
            </w:pPr>
            <w:r w:rsidRPr="00605D85">
              <w:rPr>
                <w:b/>
              </w:rPr>
              <w:t>Результаты отбора заявок</w:t>
            </w:r>
          </w:p>
        </w:tc>
      </w:tr>
      <w:tr w:rsidR="003D7AD0" w:rsidTr="00FD1B36">
        <w:trPr>
          <w:trHeight w:val="20"/>
        </w:trPr>
        <w:tc>
          <w:tcPr>
            <w:tcW w:w="6408" w:type="dxa"/>
            <w:vAlign w:val="center"/>
          </w:tcPr>
          <w:p w:rsidR="003D7AD0" w:rsidRPr="00F242EB" w:rsidRDefault="006A52E8" w:rsidP="00CF509A">
            <w:pPr>
              <w:spacing w:before="120" w:after="120"/>
              <w:ind w:firstLine="0"/>
              <w:jc w:val="left"/>
            </w:pPr>
            <w:r w:rsidRPr="00F242EB">
              <w:t xml:space="preserve">Процентная ставка отсечения, % </w:t>
            </w:r>
            <w:proofErr w:type="gramStart"/>
            <w:r w:rsidRPr="00F242EB">
              <w:t>годовых</w:t>
            </w:r>
            <w:proofErr w:type="gramEnd"/>
            <w:r w:rsidRPr="00F242EB">
              <w:t xml:space="preserve"> (фиксированная или спред)</w:t>
            </w:r>
          </w:p>
        </w:tc>
        <w:tc>
          <w:tcPr>
            <w:tcW w:w="2879" w:type="dxa"/>
            <w:vAlign w:val="center"/>
          </w:tcPr>
          <w:p w:rsidR="003D7AD0" w:rsidRPr="00605D85" w:rsidRDefault="00925FAA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</w:tr>
      <w:tr w:rsidR="003D7AD0" w:rsidTr="00FD1B36">
        <w:trPr>
          <w:trHeight w:val="20"/>
        </w:trPr>
        <w:tc>
          <w:tcPr>
            <w:tcW w:w="6408" w:type="dxa"/>
            <w:vAlign w:val="center"/>
          </w:tcPr>
          <w:p w:rsidR="003D7AD0" w:rsidRPr="00F242EB" w:rsidRDefault="003D7AD0" w:rsidP="0072407C">
            <w:pPr>
              <w:spacing w:before="120" w:after="120"/>
              <w:ind w:firstLine="0"/>
              <w:jc w:val="left"/>
            </w:pPr>
            <w:r w:rsidRPr="00F242EB">
              <w:t xml:space="preserve">Общий объем направленных заявок, </w:t>
            </w:r>
            <w:r w:rsidR="0072407C" w:rsidRPr="00F242EB">
              <w:t>млн. денежных единиц</w:t>
            </w:r>
          </w:p>
        </w:tc>
        <w:tc>
          <w:tcPr>
            <w:tcW w:w="2879" w:type="dxa"/>
            <w:vAlign w:val="center"/>
          </w:tcPr>
          <w:p w:rsidR="003D7AD0" w:rsidRPr="00605D85" w:rsidRDefault="00925FAA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231 958</w:t>
            </w:r>
          </w:p>
        </w:tc>
      </w:tr>
      <w:tr w:rsidR="003D7AD0" w:rsidTr="00FD1B36">
        <w:trPr>
          <w:trHeight w:val="20"/>
        </w:trPr>
        <w:tc>
          <w:tcPr>
            <w:tcW w:w="6408" w:type="dxa"/>
            <w:vAlign w:val="center"/>
          </w:tcPr>
          <w:p w:rsidR="003D7AD0" w:rsidRPr="00F242EB" w:rsidRDefault="003D7AD0" w:rsidP="0072407C">
            <w:pPr>
              <w:ind w:firstLine="0"/>
              <w:jc w:val="left"/>
            </w:pPr>
            <w:r w:rsidRPr="00F242EB">
              <w:t>Общий объем сре</w:t>
            </w:r>
            <w:proofErr w:type="gramStart"/>
            <w:r w:rsidRPr="00F242EB">
              <w:t>дств в п</w:t>
            </w:r>
            <w:proofErr w:type="gramEnd"/>
            <w:r w:rsidRPr="00F242EB">
              <w:t>одлежащих удовлетворению заявках,</w:t>
            </w:r>
            <w:r w:rsidR="0072407C" w:rsidRPr="00F242EB">
              <w:t xml:space="preserve"> млн. денежных единиц</w:t>
            </w:r>
          </w:p>
        </w:tc>
        <w:tc>
          <w:tcPr>
            <w:tcW w:w="2879" w:type="dxa"/>
            <w:vAlign w:val="center"/>
          </w:tcPr>
          <w:p w:rsidR="003D7AD0" w:rsidRPr="00605D85" w:rsidRDefault="00925FAA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200 000</w:t>
            </w:r>
          </w:p>
        </w:tc>
      </w:tr>
      <w:tr w:rsidR="003D7AD0" w:rsidTr="00FD1B36">
        <w:trPr>
          <w:trHeight w:val="20"/>
        </w:trPr>
        <w:tc>
          <w:tcPr>
            <w:tcW w:w="6408" w:type="dxa"/>
            <w:vAlign w:val="center"/>
          </w:tcPr>
          <w:p w:rsidR="003D7AD0" w:rsidRPr="00F242EB" w:rsidRDefault="003D7AD0" w:rsidP="00CF509A">
            <w:pPr>
              <w:ind w:firstLine="0"/>
              <w:jc w:val="left"/>
            </w:pPr>
            <w:r w:rsidRPr="00F242EB">
              <w:t xml:space="preserve">Общий объем средств по заключенным договорам банковского депозита, </w:t>
            </w:r>
            <w:r w:rsidR="0072407C" w:rsidRPr="00F242EB">
              <w:t>млн. денежных единиц</w:t>
            </w:r>
          </w:p>
        </w:tc>
        <w:tc>
          <w:tcPr>
            <w:tcW w:w="2879" w:type="dxa"/>
            <w:vAlign w:val="center"/>
          </w:tcPr>
          <w:p w:rsidR="003D7AD0" w:rsidRPr="00605D85" w:rsidRDefault="00925FAA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200 000</w:t>
            </w:r>
          </w:p>
        </w:tc>
      </w:tr>
      <w:tr w:rsidR="003D7AD0" w:rsidTr="00FD1B36">
        <w:trPr>
          <w:trHeight w:val="20"/>
        </w:trPr>
        <w:tc>
          <w:tcPr>
            <w:tcW w:w="6408" w:type="dxa"/>
            <w:vAlign w:val="center"/>
          </w:tcPr>
          <w:p w:rsidR="003D7AD0" w:rsidRPr="00F242EB" w:rsidRDefault="0066696E" w:rsidP="00CF509A">
            <w:pPr>
              <w:ind w:firstLine="0"/>
              <w:jc w:val="left"/>
            </w:pPr>
            <w:r w:rsidRPr="00F242EB">
              <w:t>Средневзвешенная процентная ставка размещения средств по подлежащим удовлетворению заявкам, % годовых (фиксированная или спред)</w:t>
            </w:r>
          </w:p>
        </w:tc>
        <w:tc>
          <w:tcPr>
            <w:tcW w:w="2879" w:type="dxa"/>
            <w:vAlign w:val="center"/>
          </w:tcPr>
          <w:p w:rsidR="003D7AD0" w:rsidRPr="00605D85" w:rsidRDefault="00925FAA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</w:tr>
      <w:tr w:rsidR="003D7AD0" w:rsidTr="00FD1B36">
        <w:trPr>
          <w:trHeight w:val="20"/>
        </w:trPr>
        <w:tc>
          <w:tcPr>
            <w:tcW w:w="6408" w:type="dxa"/>
            <w:vAlign w:val="center"/>
          </w:tcPr>
          <w:p w:rsidR="003D7AD0" w:rsidRPr="00F242EB" w:rsidRDefault="004725CE" w:rsidP="00CF509A">
            <w:pPr>
              <w:ind w:firstLine="0"/>
              <w:jc w:val="left"/>
            </w:pPr>
            <w:r w:rsidRPr="00F242EB">
              <w:t>Минимальная процентная ставка в направленных заявках, % годовых</w:t>
            </w:r>
            <w:r w:rsidR="00565A80" w:rsidRPr="00F242EB">
              <w:t xml:space="preserve"> </w:t>
            </w:r>
            <w:r w:rsidRPr="00F242EB">
              <w:t>(фиксированная или спред)</w:t>
            </w:r>
          </w:p>
        </w:tc>
        <w:tc>
          <w:tcPr>
            <w:tcW w:w="2879" w:type="dxa"/>
            <w:vAlign w:val="center"/>
          </w:tcPr>
          <w:p w:rsidR="003D7AD0" w:rsidRPr="00605D85" w:rsidRDefault="00925FAA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</w:tr>
      <w:tr w:rsidR="003D7AD0" w:rsidTr="00FD1B36">
        <w:trPr>
          <w:trHeight w:val="20"/>
        </w:trPr>
        <w:tc>
          <w:tcPr>
            <w:tcW w:w="6408" w:type="dxa"/>
            <w:vAlign w:val="center"/>
          </w:tcPr>
          <w:p w:rsidR="003D7AD0" w:rsidRPr="00F242EB" w:rsidRDefault="004725CE" w:rsidP="00CF509A">
            <w:pPr>
              <w:ind w:firstLine="0"/>
              <w:jc w:val="left"/>
            </w:pPr>
            <w:r w:rsidRPr="00F242EB">
              <w:t>Максимальная процентная ставка в направленных заявках, % годовых</w:t>
            </w:r>
            <w:r w:rsidR="00565A80" w:rsidRPr="00F242EB">
              <w:t xml:space="preserve"> </w:t>
            </w:r>
            <w:r w:rsidRPr="00F242EB">
              <w:t>(фиксированная или спред)</w:t>
            </w:r>
          </w:p>
        </w:tc>
        <w:tc>
          <w:tcPr>
            <w:tcW w:w="2879" w:type="dxa"/>
            <w:vAlign w:val="center"/>
          </w:tcPr>
          <w:p w:rsidR="003D7AD0" w:rsidRPr="00605D85" w:rsidRDefault="00925FAA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0,02</w:t>
            </w:r>
          </w:p>
        </w:tc>
      </w:tr>
      <w:tr w:rsidR="003D7AD0" w:rsidTr="00FD1B36">
        <w:trPr>
          <w:trHeight w:val="20"/>
        </w:trPr>
        <w:tc>
          <w:tcPr>
            <w:tcW w:w="6408" w:type="dxa"/>
            <w:vAlign w:val="center"/>
          </w:tcPr>
          <w:p w:rsidR="003D7AD0" w:rsidRPr="00F242EB" w:rsidRDefault="003D7AD0" w:rsidP="00CF509A">
            <w:pPr>
              <w:ind w:firstLine="0"/>
              <w:jc w:val="left"/>
            </w:pPr>
            <w:r w:rsidRPr="00F242EB">
              <w:t>Количество кредитных организаций, принявших участие в отборе заявок, шт.</w:t>
            </w:r>
          </w:p>
        </w:tc>
        <w:tc>
          <w:tcPr>
            <w:tcW w:w="2879" w:type="dxa"/>
            <w:vAlign w:val="center"/>
          </w:tcPr>
          <w:p w:rsidR="003D7AD0" w:rsidRPr="00605D85" w:rsidRDefault="00925FAA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3D7AD0" w:rsidTr="00FD1B36">
        <w:trPr>
          <w:trHeight w:val="20"/>
        </w:trPr>
        <w:tc>
          <w:tcPr>
            <w:tcW w:w="6408" w:type="dxa"/>
            <w:vAlign w:val="center"/>
          </w:tcPr>
          <w:p w:rsidR="003D7AD0" w:rsidRPr="00F242EB" w:rsidRDefault="003D7AD0" w:rsidP="00CF509A">
            <w:pPr>
              <w:ind w:firstLine="0"/>
              <w:jc w:val="left"/>
            </w:pPr>
            <w:r w:rsidRPr="00F242EB">
              <w:t>Количество кредитных организаций, заявки которых удовлетворены, шт.</w:t>
            </w:r>
          </w:p>
        </w:tc>
        <w:tc>
          <w:tcPr>
            <w:tcW w:w="2879" w:type="dxa"/>
            <w:vAlign w:val="center"/>
          </w:tcPr>
          <w:p w:rsidR="003D7AD0" w:rsidRPr="00605D85" w:rsidRDefault="00925FAA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</w:tbl>
    <w:p w:rsidR="00C9734F" w:rsidRDefault="00C9734F">
      <w:pPr>
        <w:rPr>
          <w:lang w:val="en-US"/>
        </w:rPr>
      </w:pPr>
    </w:p>
    <w:p w:rsidR="00BB27DF" w:rsidRPr="009038B5" w:rsidRDefault="00925FAA" w:rsidP="00BB27DF">
      <w:pPr>
        <w:rPr>
          <w:vanish/>
          <w:sz w:val="24"/>
        </w:rPr>
      </w:pPr>
      <w:r>
        <w:t>RUONmDS = RUONIA - DS, где</w:t>
      </w:r>
      <w:r>
        <w:cr/>
      </w:r>
    </w:p>
    <w:p w:rsidR="00BB27DF" w:rsidRPr="009038B5" w:rsidRDefault="00925FAA" w:rsidP="00BB27DF">
      <w:pPr>
        <w:rPr>
          <w:vanish/>
          <w:sz w:val="24"/>
        </w:rPr>
      </w:pPr>
      <w:r>
        <w:t xml:space="preserve">RUONIA - выраженное в сотых долях процентов значение индикативной взвешенной ставки однодневных рублевых кредитов (депозитов) RUONIA, опубликованной на официальном сайте Банка России в сети Интернет в день, предшествующий дню, за который начисляются проценты. В случае отсутствия в день, предшествующий дню, за который </w:t>
      </w:r>
      <w:r>
        <w:lastRenderedPageBreak/>
        <w:t>начисляются проценты, публикации значения ставки RUONIA, в расчет принимается последнее из опубликованных значений ставки RUONIA.</w:t>
      </w:r>
      <w:r>
        <w:cr/>
      </w:r>
    </w:p>
    <w:p w:rsidR="00BB27DF" w:rsidRPr="009038B5" w:rsidRDefault="00925FAA" w:rsidP="00BB27DF">
      <w:pPr>
        <w:rPr>
          <w:vanish/>
          <w:sz w:val="24"/>
        </w:rPr>
      </w:pPr>
      <w:proofErr w:type="gramStart"/>
      <w:r>
        <w:t>DS - дисконт - выраженное в сотых долях процентов и округленное (по правилам математического округления) до двух знаков после запятой значение, рассчитываемое умножением значения Ключевой ставки Банка России на значение норматива обязательных резервов по иным обязательствам кредитных организаций для банков с универсальной лицензией, небанковских кредитных организаций (за исключением долгосрочных) в валюте Российской Федерации, действующих на дату, за которую начисляются проценты, и опубликованных</w:t>
      </w:r>
      <w:proofErr w:type="gramEnd"/>
      <w:r>
        <w:t xml:space="preserve"> на официальном сайте Банка России в сети Интернет.</w:t>
      </w:r>
      <w:r>
        <w:cr/>
      </w:r>
    </w:p>
    <w:sectPr w:rsidR="00BB27DF" w:rsidRPr="009038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FAA"/>
    <w:rsid w:val="000C0CCB"/>
    <w:rsid w:val="0011116A"/>
    <w:rsid w:val="001C4AC6"/>
    <w:rsid w:val="001D6AEA"/>
    <w:rsid w:val="003D7AD0"/>
    <w:rsid w:val="004725CE"/>
    <w:rsid w:val="00565A80"/>
    <w:rsid w:val="00605D85"/>
    <w:rsid w:val="0066696E"/>
    <w:rsid w:val="0069617D"/>
    <w:rsid w:val="006A52E8"/>
    <w:rsid w:val="0072407C"/>
    <w:rsid w:val="00737C44"/>
    <w:rsid w:val="008A71CA"/>
    <w:rsid w:val="008B7098"/>
    <w:rsid w:val="009038B5"/>
    <w:rsid w:val="00925FAA"/>
    <w:rsid w:val="009954E4"/>
    <w:rsid w:val="009B11C4"/>
    <w:rsid w:val="00A0078B"/>
    <w:rsid w:val="00A338CA"/>
    <w:rsid w:val="00A56555"/>
    <w:rsid w:val="00AC0A09"/>
    <w:rsid w:val="00BA6F48"/>
    <w:rsid w:val="00BB27DF"/>
    <w:rsid w:val="00BD3B42"/>
    <w:rsid w:val="00BE024B"/>
    <w:rsid w:val="00C632B5"/>
    <w:rsid w:val="00C9734F"/>
    <w:rsid w:val="00CF509A"/>
    <w:rsid w:val="00E03B69"/>
    <w:rsid w:val="00E16E41"/>
    <w:rsid w:val="00E8427F"/>
    <w:rsid w:val="00E9189E"/>
    <w:rsid w:val="00F12365"/>
    <w:rsid w:val="00F242EB"/>
    <w:rsid w:val="00F50609"/>
    <w:rsid w:val="00F944A6"/>
    <w:rsid w:val="00FD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32B5"/>
    <w:pPr>
      <w:ind w:firstLine="709"/>
      <w:jc w:val="both"/>
    </w:pPr>
    <w:rPr>
      <w:sz w:val="28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1">
    <w:name w:val="1 Знак Знак Знак Знак Знак Знак Знак Знак Знак Знак Знак Знак Знак Знак Знак Знак Знак Знак1 Знак"/>
    <w:basedOn w:val="a"/>
    <w:rsid w:val="00C632B5"/>
    <w:pPr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table" w:styleId="a3">
    <w:name w:val="Table Grid"/>
    <w:basedOn w:val="a1"/>
    <w:rsid w:val="00C632B5"/>
    <w:pPr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32B5"/>
    <w:pPr>
      <w:ind w:firstLine="709"/>
      <w:jc w:val="both"/>
    </w:pPr>
    <w:rPr>
      <w:sz w:val="28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1">
    <w:name w:val="1 Знак Знак Знак Знак Знак Знак Знак Знак Знак Знак Знак Знак Знак Знак Знак Знак Знак Знак1 Знак"/>
    <w:basedOn w:val="a"/>
    <w:rsid w:val="00C632B5"/>
    <w:pPr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table" w:styleId="a3">
    <w:name w:val="Table Grid"/>
    <w:basedOn w:val="a1"/>
    <w:rsid w:val="00C632B5"/>
    <w:pPr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9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cos\DEPO\SHABLON\&#1048;&#1085;&#1092;&#1086;&#1088;&#1084;&#1072;&#1094;&#1080;&#1103;%20&#1086;&#1073;%20&#1086;&#1090;&#1073;&#1086;&#1088;&#1077;1_&#1060;&#1057;&#105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Информация об отборе1_ФСС.dot</Template>
  <TotalTime>1</TotalTime>
  <Pages>3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NhT</Company>
  <LinksUpToDate>false</LinksUpToDate>
  <CharactersWithSpaces>3636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Щетилина Екатерина Михайловна</dc:creator>
  <cp:lastModifiedBy>Щетилина Екатерина Михайловна</cp:lastModifiedBy>
  <cp:revision>1</cp:revision>
  <dcterms:created xsi:type="dcterms:W3CDTF">2021-02-10T08:58:00Z</dcterms:created>
  <dcterms:modified xsi:type="dcterms:W3CDTF">2021-02-10T08:59:00Z</dcterms:modified>
</cp:coreProperties>
</file>